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299897</wp:posOffset>
                </wp:positionV>
                <wp:extent cx="6113585" cy="3445459"/>
                <wp:effectExtent l="0" t="0" r="20955" b="2222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585" cy="3445459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81.4pt;height:27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" filled="f" strokecolor="#7030a0" strokeweight="1pt"/>
            </w:pict>
          </mc:Fallback>
        </mc:AlternateContent>
      </w:r>
      <w:r w:rsidR="006927C1">
        <w:rPr>
          <w:rFonts w:ascii="Arial" w:hAnsi="Arial" w:cs="Arial"/>
          <w:b/>
          <w:color w:val="7030A0"/>
          <w:sz w:val="28"/>
          <w:szCs w:val="28"/>
        </w:rPr>
        <w:t>BECH TACH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724863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3, 2,</w:t>
      </w:r>
      <w:r w:rsidR="007B0799">
        <w:rPr>
          <w:rFonts w:ascii="Arial" w:hAnsi="Arial" w:cs="Arial"/>
        </w:rPr>
        <w:t xml:space="preserve"> 1 : lancez un caillou ! Puis, </w:t>
      </w:r>
      <w:r>
        <w:rPr>
          <w:rFonts w:ascii="Arial" w:hAnsi="Arial" w:cs="Arial"/>
        </w:rPr>
        <w:t>rapidité et inventivité exigée afin de récupérer le plus de caillou</w:t>
      </w:r>
      <w:r w:rsidR="007B0799">
        <w:rPr>
          <w:rFonts w:ascii="Arial" w:hAnsi="Arial" w:cs="Arial"/>
        </w:rPr>
        <w:t xml:space="preserve">x possible posés devant </w:t>
      </w:r>
      <w:r>
        <w:rPr>
          <w:rFonts w:ascii="Arial" w:hAnsi="Arial" w:cs="Arial"/>
        </w:rPr>
        <w:t xml:space="preserve">soi. </w:t>
      </w:r>
      <w:proofErr w:type="spellStart"/>
      <w:r>
        <w:rPr>
          <w:rFonts w:ascii="Arial" w:hAnsi="Arial" w:cs="Arial"/>
        </w:rPr>
        <w:t>Prêt</w:t>
      </w:r>
      <w:r w:rsidR="004950AC">
        <w:rPr>
          <w:rFonts w:ascii="Arial" w:hAnsi="Arial" w:cs="Arial"/>
        </w:rPr>
        <w:t>-</w:t>
      </w:r>
      <w:r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à relever le défi ? C'est parti !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4D63C9">
        <w:rPr>
          <w:rFonts w:ascii="Arial" w:hAnsi="Arial" w:cs="Arial"/>
        </w:rPr>
        <w:t xml:space="preserve"> L 27, L3 23, L3 26 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7B079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4D63C9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4D63C9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4D63C9">
        <w:rPr>
          <w:rFonts w:ascii="Arial" w:hAnsi="Arial" w:cs="Arial"/>
        </w:rPr>
        <w:t xml:space="preserve">- </w:t>
      </w:r>
    </w:p>
    <w:p w:rsidR="0094240B" w:rsidRPr="0094240B" w:rsidRDefault="007B0799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4D63C9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4D63C9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4D63C9">
        <w:rPr>
          <w:rFonts w:ascii="Arial" w:hAnsi="Arial" w:cs="Arial"/>
        </w:rPr>
        <w:t xml:space="preserve"> Communicatio</w:t>
      </w:r>
      <w:r w:rsidR="00860642">
        <w:rPr>
          <w:rFonts w:ascii="Arial" w:hAnsi="Arial" w:cs="Arial"/>
        </w:rPr>
        <w:t>n, stratégie</w:t>
      </w:r>
      <w:r w:rsidR="007B0799">
        <w:rPr>
          <w:rFonts w:ascii="Arial" w:hAnsi="Arial" w:cs="Arial"/>
        </w:rPr>
        <w:t>s</w:t>
      </w:r>
      <w:r w:rsidR="00860642">
        <w:rPr>
          <w:rFonts w:ascii="Arial" w:hAnsi="Arial" w:cs="Arial"/>
        </w:rPr>
        <w:t xml:space="preserve"> d'apprentissage, </w:t>
      </w:r>
      <w:r w:rsidR="004D63C9">
        <w:rPr>
          <w:rFonts w:ascii="Arial" w:hAnsi="Arial" w:cs="Arial"/>
        </w:rPr>
        <w:t xml:space="preserve">pensée créative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8F320E" w:rsidRPr="008F320E" w:rsidRDefault="008F320E" w:rsidP="008F320E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8375D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7B0799">
        <w:rPr>
          <w:rFonts w:ascii="Arial" w:hAnsi="Arial" w:cs="Arial"/>
          <w:b/>
        </w:rPr>
        <w:t>chiffres</w:t>
      </w:r>
      <w:bookmarkStart w:id="0" w:name="_GoBack"/>
      <w:bookmarkEnd w:id="0"/>
      <w:r w:rsidR="00EB7E92">
        <w:rPr>
          <w:rFonts w:ascii="Arial" w:hAnsi="Arial" w:cs="Arial"/>
          <w:b/>
        </w:rPr>
        <w:t xml:space="preserve"> en turc</w:t>
      </w:r>
      <w:r>
        <w:rPr>
          <w:rFonts w:ascii="Arial" w:hAnsi="Arial" w:cs="Arial"/>
          <w:b/>
        </w:rPr>
        <w:t xml:space="preserve">" </w:t>
      </w:r>
    </w:p>
    <w:p w:rsidR="008375D7" w:rsidRPr="008375D7" w:rsidRDefault="008375D7" w:rsidP="008375D7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EB7E92" w:rsidRDefault="006927C1" w:rsidP="00EB7E92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20 cailloux de petite taille </w:t>
      </w:r>
    </w:p>
    <w:p w:rsidR="00716697" w:rsidRPr="00716697" w:rsidRDefault="00860642" w:rsidP="00860642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(Espace)</w:t>
      </w: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0C9" w:rsidRDefault="00E840C9" w:rsidP="00687DE3">
      <w:pPr>
        <w:spacing w:after="0" w:line="240" w:lineRule="auto"/>
      </w:pPr>
      <w:r>
        <w:separator/>
      </w:r>
    </w:p>
  </w:endnote>
  <w:endnote w:type="continuationSeparator" w:id="0">
    <w:p w:rsidR="00E840C9" w:rsidRDefault="00E840C9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0C9" w:rsidRDefault="00E840C9" w:rsidP="00687DE3">
      <w:pPr>
        <w:spacing w:after="0" w:line="240" w:lineRule="auto"/>
      </w:pPr>
      <w:r>
        <w:separator/>
      </w:r>
    </w:p>
  </w:footnote>
  <w:footnote w:type="continuationSeparator" w:id="0">
    <w:p w:rsidR="00E840C9" w:rsidRDefault="00E840C9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7B78218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F707B"/>
    <w:rsid w:val="004163C9"/>
    <w:rsid w:val="004950AC"/>
    <w:rsid w:val="004B3F3D"/>
    <w:rsid w:val="004D63C9"/>
    <w:rsid w:val="00507F03"/>
    <w:rsid w:val="00687DE3"/>
    <w:rsid w:val="006927C1"/>
    <w:rsid w:val="00716697"/>
    <w:rsid w:val="00724863"/>
    <w:rsid w:val="007B0799"/>
    <w:rsid w:val="008375D7"/>
    <w:rsid w:val="00860642"/>
    <w:rsid w:val="008844A5"/>
    <w:rsid w:val="008C35AA"/>
    <w:rsid w:val="008F320E"/>
    <w:rsid w:val="0094240B"/>
    <w:rsid w:val="00B76817"/>
    <w:rsid w:val="00D61C79"/>
    <w:rsid w:val="00D660C8"/>
    <w:rsid w:val="00D75DB1"/>
    <w:rsid w:val="00DB1B7D"/>
    <w:rsid w:val="00DF5E50"/>
    <w:rsid w:val="00E840C9"/>
    <w:rsid w:val="00EB7E92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F2CBBFD7.dotm</Template>
  <TotalTime>2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2019-07-19T12:09:00Z</dcterms:created>
  <dcterms:modified xsi:type="dcterms:W3CDTF">2019-07-29T09:08:00Z</dcterms:modified>
</cp:coreProperties>
</file>